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225A31">
            <w:r w:rsidRPr="00AA2626">
              <w:t>From:</w:t>
            </w:r>
            <w:r w:rsidRPr="00AA2626">
              <w:tab/>
            </w:r>
            <w:r w:rsidR="00225A31">
              <w:t>ENAV</w:t>
            </w:r>
          </w:p>
        </w:tc>
        <w:tc>
          <w:tcPr>
            <w:tcW w:w="5461" w:type="dxa"/>
          </w:tcPr>
          <w:p w:rsidR="000348ED" w:rsidRPr="00ED3952" w:rsidRDefault="00ED3952" w:rsidP="002B0236">
            <w:r w:rsidRPr="00ED3952">
              <w:t>ENAV18</w:t>
            </w:r>
            <w:r w:rsidR="005D05AC" w:rsidRPr="00ED3952">
              <w:t>/output/</w:t>
            </w:r>
            <w:r w:rsidRPr="00ED3952">
              <w:t>14.1.18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225A31">
            <w:r w:rsidRPr="00AA2626">
              <w:t>To:</w:t>
            </w:r>
            <w:r w:rsidRPr="00AA2626">
              <w:tab/>
            </w:r>
            <w:r w:rsidR="00225A31">
              <w:t>VTS</w:t>
            </w:r>
          </w:p>
        </w:tc>
        <w:tc>
          <w:tcPr>
            <w:tcW w:w="5461" w:type="dxa"/>
          </w:tcPr>
          <w:p w:rsidR="000348ED" w:rsidRPr="00ED3952" w:rsidRDefault="00225A31" w:rsidP="002B0236">
            <w:r w:rsidRPr="00ED3952">
              <w:t>16 March</w:t>
            </w:r>
            <w:r w:rsidR="005D05AC" w:rsidRPr="00ED3952">
              <w:t xml:space="preserve"> 20</w:t>
            </w:r>
            <w:r w:rsidR="001A654A" w:rsidRPr="00ED3952">
              <w:t>1</w:t>
            </w:r>
            <w:r w:rsidRPr="00ED3952">
              <w:t>6</w:t>
            </w:r>
          </w:p>
        </w:tc>
      </w:tr>
    </w:tbl>
    <w:p w:rsidR="000348ED" w:rsidRPr="00AA2626" w:rsidRDefault="00AA2626" w:rsidP="002B0236">
      <w:pPr>
        <w:pStyle w:val="Titel"/>
      </w:pPr>
      <w:r>
        <w:t>LIAISON NOTE</w:t>
      </w:r>
    </w:p>
    <w:p w:rsidR="000348ED" w:rsidRPr="00AA2626" w:rsidRDefault="0075516B" w:rsidP="002B0236">
      <w:pPr>
        <w:pStyle w:val="Titel"/>
      </w:pPr>
      <w:r>
        <w:rPr>
          <w:color w:val="0070C0"/>
        </w:rPr>
        <w:t>S-200 Product Specification</w:t>
      </w:r>
      <w:r w:rsidR="00225A31">
        <w:rPr>
          <w:color w:val="0070C0"/>
        </w:rPr>
        <w:t xml:space="preserve"> for </w:t>
      </w:r>
      <w:r>
        <w:rPr>
          <w:color w:val="0070C0"/>
        </w:rPr>
        <w:t>IVEF</w:t>
      </w:r>
      <w:r w:rsidR="00225A31">
        <w:rPr>
          <w:color w:val="0070C0"/>
        </w:rPr>
        <w:t xml:space="preserve"> service</w:t>
      </w:r>
      <w:r w:rsidR="00225A31" w:rsidRPr="00AA2626">
        <w:rPr>
          <w:highlight w:val="yellow"/>
        </w:rPr>
        <w:t xml:space="preserve"> </w:t>
      </w:r>
    </w:p>
    <w:p w:rsidR="0064435F" w:rsidRDefault="008E7A45" w:rsidP="002B0236">
      <w:pPr>
        <w:pStyle w:val="Kop1"/>
      </w:pPr>
      <w:r w:rsidRPr="00AA2626">
        <w:t>INTRODUCTION</w:t>
      </w:r>
    </w:p>
    <w:p w:rsidR="00225A31" w:rsidRPr="00225A31" w:rsidRDefault="00225A31" w:rsidP="00225A31">
      <w:pPr>
        <w:rPr>
          <w:lang w:eastAsia="de-DE"/>
        </w:rPr>
      </w:pPr>
      <w:r>
        <w:rPr>
          <w:lang w:eastAsia="de-DE"/>
        </w:rPr>
        <w:t xml:space="preserve">The ENAV committee has </w:t>
      </w:r>
      <w:r w:rsidR="0075516B">
        <w:rPr>
          <w:lang w:eastAsia="de-DE"/>
        </w:rPr>
        <w:t>performed a study related to S-2</w:t>
      </w:r>
      <w:r>
        <w:rPr>
          <w:lang w:eastAsia="de-DE"/>
        </w:rPr>
        <w:t>00</w:t>
      </w:r>
      <w:r w:rsidR="0075516B">
        <w:rPr>
          <w:lang w:eastAsia="de-DE"/>
        </w:rPr>
        <w:t xml:space="preserve"> series</w:t>
      </w:r>
      <w:r>
        <w:rPr>
          <w:lang w:eastAsia="de-DE"/>
        </w:rPr>
        <w:t xml:space="preserve"> product specification development related to the IVEF service V-145. For the future development </w:t>
      </w:r>
      <w:r w:rsidR="00873BBB">
        <w:rPr>
          <w:lang w:eastAsia="de-DE"/>
        </w:rPr>
        <w:t>of the IVEF product specification the results of this study can be used for further development.</w:t>
      </w:r>
    </w:p>
    <w:p w:rsidR="00902AA4" w:rsidRPr="00AA2626" w:rsidRDefault="00225A31" w:rsidP="002B0236">
      <w:pPr>
        <w:pStyle w:val="Kop1"/>
      </w:pPr>
      <w:r w:rsidRPr="00AA2626">
        <w:t xml:space="preserve"> </w:t>
      </w:r>
      <w:r w:rsidR="001A6BA1">
        <w:t>Background</w:t>
      </w:r>
    </w:p>
    <w:p w:rsidR="00225A31" w:rsidRDefault="00225A31" w:rsidP="00225A31">
      <w:pPr>
        <w:pStyle w:val="Plattetekst"/>
      </w:pPr>
      <w:r>
        <w:t xml:space="preserve">To resolve the issue related to description of streaming data in an S-100 product specification a further investigation in the subject was performed by Rijkswaterstaat the Netherlands. This was done by means of designing an S-100 compliant product based on a known streaming data service, the Inter VTS Exchange (IVEF) Service. This exercise led to a draft IVEF product specification, a gap analyses and a recommendation for amendments. </w:t>
      </w:r>
    </w:p>
    <w:p w:rsidR="00225A31" w:rsidRPr="00AA2626" w:rsidRDefault="00225A31" w:rsidP="00225A31">
      <w:pPr>
        <w:pStyle w:val="Plattetekst"/>
      </w:pPr>
      <w:r>
        <w:t>Th</w:t>
      </w:r>
      <w:r w:rsidR="00873BBB">
        <w:t xml:space="preserve">e </w:t>
      </w:r>
      <w:r>
        <w:t>knowledge gained from this exercise was used to draf</w:t>
      </w:r>
      <w:r w:rsidR="00873BBB">
        <w:t>t the change proposal for S-100 to support session oriented services and has therefore fulfilled its purpose. However, for the future development of a product specification for the IVEF service by the VTS committee this information could be useful for the VTS committee.</w:t>
      </w:r>
    </w:p>
    <w:p w:rsidR="00902AA4" w:rsidRDefault="00873BBB" w:rsidP="00225A31">
      <w:pPr>
        <w:pStyle w:val="Plattetekst"/>
      </w:pPr>
      <w:r>
        <w:t xml:space="preserve">The draft product specification and supporting were input documents </w:t>
      </w:r>
      <w:r w:rsidR="001A6BA1">
        <w:t>to</w:t>
      </w:r>
      <w:r>
        <w:t xml:space="preserve"> ENAV 18</w:t>
      </w:r>
      <w:r w:rsidR="001A6BA1">
        <w:t>:</w:t>
      </w:r>
      <w:r>
        <w:t xml:space="preserve"> </w:t>
      </w:r>
    </w:p>
    <w:p w:rsidR="00873BBB" w:rsidRDefault="00873BBB" w:rsidP="001A6BA1">
      <w:pPr>
        <w:pStyle w:val="Plattetekst"/>
        <w:numPr>
          <w:ilvl w:val="0"/>
          <w:numId w:val="24"/>
        </w:numPr>
      </w:pPr>
      <w:r w:rsidRPr="00E4139C">
        <w:t xml:space="preserve">IALA_Draft_Product_Specification_IVEF_v0.0.4_20160104 </w:t>
      </w:r>
      <w:r>
        <w:t xml:space="preserve"> (ENAV18-9.16.2)</w:t>
      </w:r>
    </w:p>
    <w:p w:rsidR="00873BBB" w:rsidRDefault="00873BBB" w:rsidP="001A6BA1">
      <w:pPr>
        <w:pStyle w:val="Plattetekst"/>
        <w:numPr>
          <w:ilvl w:val="0"/>
          <w:numId w:val="24"/>
        </w:numPr>
      </w:pPr>
      <w:r w:rsidRPr="00E4139C">
        <w:t>IALA_S100_Gap_Analyse_v0.1.1_20160104</w:t>
      </w:r>
      <w:r>
        <w:t xml:space="preserve"> (ENAV18-9.16.3)</w:t>
      </w:r>
    </w:p>
    <w:p w:rsidR="00873BBB" w:rsidRDefault="00873BBB" w:rsidP="001A6BA1">
      <w:pPr>
        <w:pStyle w:val="Plattetekst"/>
        <w:numPr>
          <w:ilvl w:val="0"/>
          <w:numId w:val="24"/>
        </w:numPr>
      </w:pPr>
      <w:r w:rsidRPr="00E4139C">
        <w:t>IALA_S100_Recommendation_Gap_v0.1.1_20160104</w:t>
      </w:r>
      <w:r>
        <w:t xml:space="preserve"> (ENAV18-9.16.4)</w:t>
      </w:r>
    </w:p>
    <w:p w:rsidR="001A6BA1" w:rsidRPr="007A395D" w:rsidRDefault="001A6BA1" w:rsidP="001A6BA1">
      <w:pPr>
        <w:pStyle w:val="Plattetekst"/>
        <w:ind w:left="720"/>
      </w:pPr>
    </w:p>
    <w:p w:rsidR="009F5C36" w:rsidRPr="001A6BA1" w:rsidRDefault="008E7A45" w:rsidP="002B0236">
      <w:pPr>
        <w:pStyle w:val="Kop1"/>
      </w:pPr>
      <w:r w:rsidRPr="001A6BA1">
        <w:t>ACTION REQUESTED</w:t>
      </w:r>
    </w:p>
    <w:p w:rsidR="004C220D" w:rsidRDefault="00225A31" w:rsidP="002B0236">
      <w:pPr>
        <w:pStyle w:val="Plattetekst"/>
      </w:pPr>
      <w:r w:rsidRPr="001A6BA1">
        <w:t xml:space="preserve">The VTS </w:t>
      </w:r>
      <w:r w:rsidR="00902AA4" w:rsidRPr="001A6BA1">
        <w:t>committee  is requested to</w:t>
      </w:r>
      <w:r w:rsidR="00630F7F" w:rsidRPr="001A6BA1">
        <w:t>:</w:t>
      </w:r>
    </w:p>
    <w:p w:rsidR="00630F7F" w:rsidRPr="00AA2626" w:rsidRDefault="00ED3952" w:rsidP="00ED3952">
      <w:pPr>
        <w:pStyle w:val="Plattetekst"/>
        <w:rPr>
          <w:highlight w:val="yellow"/>
        </w:rPr>
      </w:pPr>
      <w:r>
        <w:rPr>
          <w:lang w:val="fr-FR"/>
        </w:rPr>
        <w:t>T</w:t>
      </w:r>
      <w:r w:rsidR="001A6BA1" w:rsidRPr="001A6BA1">
        <w:t>o</w:t>
      </w:r>
      <w:r w:rsidR="001A6BA1">
        <w:t xml:space="preserve"> note the documents and use them for their convenience and support in the further development of the IVEF Product Specification.</w:t>
      </w:r>
      <w:bookmarkStart w:id="0" w:name="_GoBack"/>
      <w:bookmarkEnd w:id="0"/>
    </w:p>
    <w:sectPr w:rsidR="00630F7F" w:rsidRPr="00AA2626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D62" w:rsidRDefault="00F94D62" w:rsidP="002B0236">
      <w:r>
        <w:separator/>
      </w:r>
    </w:p>
  </w:endnote>
  <w:endnote w:type="continuationSeparator" w:id="0">
    <w:p w:rsidR="00F94D62" w:rsidRDefault="00F94D62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 w:rsidP="002B0236">
    <w:pPr>
      <w:pStyle w:val="Voetteks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D3952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D62" w:rsidRDefault="00F94D62" w:rsidP="002B0236">
      <w:r>
        <w:separator/>
      </w:r>
    </w:p>
  </w:footnote>
  <w:footnote w:type="continuationSeparator" w:id="0">
    <w:p w:rsidR="00F94D62" w:rsidRDefault="00F94D62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F94D62" w:rsidP="002B0236">
    <w:pPr>
      <w:pStyle w:val="Kopteks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F94D62" w:rsidP="002B0236">
    <w:pPr>
      <w:pStyle w:val="Kopteks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75pt;height:65.25pt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F94D62" w:rsidP="002B0236">
    <w:pPr>
      <w:pStyle w:val="Kopteks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CED7E57"/>
    <w:multiLevelType w:val="hybridMultilevel"/>
    <w:tmpl w:val="34FE6148"/>
    <w:lvl w:ilvl="0" w:tplc="70EA1FB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formsDesign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A45"/>
    <w:rsid w:val="00002906"/>
    <w:rsid w:val="00031A92"/>
    <w:rsid w:val="000348ED"/>
    <w:rsid w:val="00036801"/>
    <w:rsid w:val="00050DA7"/>
    <w:rsid w:val="000A5A01"/>
    <w:rsid w:val="000E0346"/>
    <w:rsid w:val="00135447"/>
    <w:rsid w:val="00152273"/>
    <w:rsid w:val="001A654A"/>
    <w:rsid w:val="001A6BA1"/>
    <w:rsid w:val="001C74CF"/>
    <w:rsid w:val="00225A31"/>
    <w:rsid w:val="002B0236"/>
    <w:rsid w:val="003D55DD"/>
    <w:rsid w:val="003E1831"/>
    <w:rsid w:val="00424954"/>
    <w:rsid w:val="004C1386"/>
    <w:rsid w:val="004C220D"/>
    <w:rsid w:val="00584FD1"/>
    <w:rsid w:val="005D05AC"/>
    <w:rsid w:val="00630F7F"/>
    <w:rsid w:val="0064435F"/>
    <w:rsid w:val="006D470F"/>
    <w:rsid w:val="00727E88"/>
    <w:rsid w:val="0075516B"/>
    <w:rsid w:val="00775878"/>
    <w:rsid w:val="0080092C"/>
    <w:rsid w:val="00872453"/>
    <w:rsid w:val="00873BBB"/>
    <w:rsid w:val="008E7A45"/>
    <w:rsid w:val="008F13DD"/>
    <w:rsid w:val="00902AA4"/>
    <w:rsid w:val="00906239"/>
    <w:rsid w:val="0094037A"/>
    <w:rsid w:val="009F3B6C"/>
    <w:rsid w:val="009F5C36"/>
    <w:rsid w:val="00A27F12"/>
    <w:rsid w:val="00A30579"/>
    <w:rsid w:val="00AA2626"/>
    <w:rsid w:val="00AA76C0"/>
    <w:rsid w:val="00B077EC"/>
    <w:rsid w:val="00B15B24"/>
    <w:rsid w:val="00B428DA"/>
    <w:rsid w:val="00B8247E"/>
    <w:rsid w:val="00BC3708"/>
    <w:rsid w:val="00BE56DF"/>
    <w:rsid w:val="00CA04AF"/>
    <w:rsid w:val="00E729A7"/>
    <w:rsid w:val="00E93C9B"/>
    <w:rsid w:val="00ED3952"/>
    <w:rsid w:val="00EE3F2F"/>
    <w:rsid w:val="00F73F78"/>
    <w:rsid w:val="00F94D62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Kop1">
    <w:name w:val="heading 1"/>
    <w:basedOn w:val="Standaard"/>
    <w:next w:val="Standaard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Kop2">
    <w:name w:val="heading 2"/>
    <w:basedOn w:val="Kop1"/>
    <w:next w:val="Standaard"/>
    <w:link w:val="Kop2Char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Kop3">
    <w:name w:val="heading 3"/>
    <w:basedOn w:val="Standaard"/>
    <w:next w:val="Standaard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Kop4">
    <w:name w:val="heading 4"/>
    <w:basedOn w:val="Standaard"/>
    <w:next w:val="Standaard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Kop5">
    <w:name w:val="heading 5"/>
    <w:basedOn w:val="Standaard"/>
    <w:next w:val="Standaard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Kop6">
    <w:name w:val="heading 6"/>
    <w:basedOn w:val="Standaard"/>
    <w:next w:val="Standaard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Kop7">
    <w:name w:val="heading 7"/>
    <w:basedOn w:val="Standaard"/>
    <w:next w:val="Standaard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Plattetekst">
    <w:name w:val="Body Text"/>
    <w:basedOn w:val="Standaard"/>
    <w:link w:val="Platteteks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Kop1"/>
    <w:next w:val="Standaard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Standaard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Standaard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Standaard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Standaard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Standaard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Standaard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Standaard"/>
    <w:next w:val="Standaard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Voettekst">
    <w:name w:val="footer"/>
    <w:basedOn w:val="Standaard"/>
    <w:link w:val="Voettekst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VoettekstChar">
    <w:name w:val="Voettekst Char"/>
    <w:link w:val="Voetteks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Koptekst">
    <w:name w:val="header"/>
    <w:basedOn w:val="Standaard"/>
    <w:link w:val="Koptekst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KoptekstChar">
    <w:name w:val="Koptekst Char"/>
    <w:link w:val="Koptekst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Standaard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Standaard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Standaard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Standaard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Standaard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Standaard"/>
    <w:qFormat/>
    <w:rsid w:val="005D05AC"/>
    <w:pPr>
      <w:spacing w:after="120"/>
      <w:ind w:left="567"/>
    </w:pPr>
    <w:rPr>
      <w:lang w:val="fr-FR" w:eastAsia="en-GB"/>
    </w:rPr>
  </w:style>
  <w:style w:type="character" w:styleId="Paginanumm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Lijstmetafbeeldingen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Lijstmetafbeeldingen">
    <w:name w:val="table of figures"/>
    <w:basedOn w:val="Standaard"/>
    <w:next w:val="Standaard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Standaard"/>
    <w:next w:val="Standaard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PlattetekstChar">
    <w:name w:val="Platte tekst Char"/>
    <w:link w:val="Platteteks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Plattetekstinspringen">
    <w:name w:val="Body Text Indent"/>
    <w:basedOn w:val="Standaard"/>
    <w:link w:val="Plattetekstinspringen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PlattetekstinspringenChar">
    <w:name w:val="Platte tekst inspringen Char"/>
    <w:link w:val="Plattetekstinspringen"/>
    <w:rsid w:val="00002906"/>
    <w:rPr>
      <w:rFonts w:ascii="Arial" w:eastAsia="Calibri" w:hAnsi="Arial" w:cs="Calibri"/>
      <w:sz w:val="22"/>
      <w:szCs w:val="22"/>
    </w:rPr>
  </w:style>
  <w:style w:type="paragraph" w:styleId="Plattetekstinspringen2">
    <w:name w:val="Body Text Indent 2"/>
    <w:basedOn w:val="Standaard"/>
    <w:link w:val="Plattetekstinspringen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Plattetekstinspringen2Char">
    <w:name w:val="Platte tekst inspringen 2 Char"/>
    <w:link w:val="Plattetekstinspringen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Kop2Char">
    <w:name w:val="Kop 2 Char"/>
    <w:link w:val="Kop2"/>
    <w:rsid w:val="00225A31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Peter H</cp:lastModifiedBy>
  <cp:revision>2</cp:revision>
  <cp:lastPrinted>2006-10-19T11:49:00Z</cp:lastPrinted>
  <dcterms:created xsi:type="dcterms:W3CDTF">2016-03-17T15:03:00Z</dcterms:created>
  <dcterms:modified xsi:type="dcterms:W3CDTF">2016-03-17T15:03:00Z</dcterms:modified>
</cp:coreProperties>
</file>